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144E59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</w:t>
      </w:r>
      <w:r w:rsidR="00694A63">
        <w:rPr>
          <w:rFonts w:ascii="Arial Narrow" w:hAnsi="Arial Narrow"/>
          <w:sz w:val="22"/>
          <w:lang w:val="de-DE"/>
        </w:rPr>
        <w:t xml:space="preserve">. Sitzung | </w:t>
      </w:r>
      <w:r w:rsidR="00061BF1">
        <w:rPr>
          <w:rFonts w:ascii="Arial Narrow" w:hAnsi="Arial Narrow"/>
          <w:sz w:val="22"/>
          <w:lang w:val="de-DE"/>
        </w:rPr>
        <w:t>SS</w:t>
      </w:r>
      <w:r w:rsidR="00694A63">
        <w:rPr>
          <w:rFonts w:ascii="Arial Narrow" w:hAnsi="Arial Narrow"/>
          <w:sz w:val="22"/>
          <w:lang w:val="de-DE"/>
        </w:rPr>
        <w:t>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44E59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CE73AB">
        <w:rPr>
          <w:rFonts w:ascii="Arial Narrow" w:hAnsi="Arial Narrow"/>
          <w:sz w:val="22"/>
          <w:lang w:val="de-DE"/>
        </w:rPr>
        <w:t>30</w:t>
      </w:r>
      <w:r w:rsidR="00244264">
        <w:rPr>
          <w:rFonts w:ascii="Arial Narrow" w:hAnsi="Arial Narrow"/>
          <w:sz w:val="22"/>
          <w:lang w:val="de-DE"/>
        </w:rPr>
        <w:t>.</w:t>
      </w:r>
      <w:r w:rsidR="00CE73AB">
        <w:rPr>
          <w:rFonts w:ascii="Arial Narrow" w:hAnsi="Arial Narrow"/>
          <w:sz w:val="22"/>
          <w:lang w:val="de-DE"/>
        </w:rPr>
        <w:t>03</w:t>
      </w:r>
      <w:r w:rsidR="000B344C">
        <w:rPr>
          <w:rFonts w:ascii="Arial Narrow" w:hAnsi="Arial Narrow"/>
          <w:sz w:val="22"/>
          <w:lang w:val="de-DE"/>
        </w:rPr>
        <w:t>.</w:t>
      </w:r>
      <w:r w:rsidR="00441C41">
        <w:rPr>
          <w:rFonts w:ascii="Arial Narrow" w:hAnsi="Arial Narrow"/>
          <w:sz w:val="22"/>
          <w:lang w:val="de-DE"/>
        </w:rPr>
        <w:t>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61BF1" w:rsidRDefault="00144E59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Leergut</w:t>
      </w:r>
    </w:p>
    <w:p w:rsidR="00144E59" w:rsidRDefault="00144E59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Drogen Erstiparty</w:t>
      </w:r>
    </w:p>
    <w:p w:rsidR="00144E59" w:rsidRDefault="00144E59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HSB-Plakate</w:t>
      </w:r>
    </w:p>
    <w:p w:rsidR="00144E59" w:rsidRDefault="00144E59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Abgelaufene Getränke</w:t>
      </w:r>
    </w:p>
    <w:p w:rsidR="00144E59" w:rsidRDefault="00144E59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 Referatsraum, GetränkeKühlschrank -&gt; AStA Party</w:t>
      </w:r>
    </w:p>
    <w:p w:rsidR="00144E59" w:rsidRDefault="00144E59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Rückblick Erstiparty</w:t>
      </w:r>
    </w:p>
    <w:p w:rsidR="00144E59" w:rsidRDefault="00144E59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Kleiderständer</w:t>
      </w:r>
    </w:p>
    <w:p w:rsidR="00144E59" w:rsidRDefault="00144E59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(Putz- und Sani-) Handschuhe</w:t>
      </w:r>
    </w:p>
    <w:p w:rsidR="00144E59" w:rsidRDefault="00144E59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Neuer Sitzungstermin</w:t>
      </w:r>
      <w:bookmarkStart w:id="0" w:name="_GoBack"/>
      <w:bookmarkEnd w:id="0"/>
    </w:p>
    <w:p w:rsidR="00206420" w:rsidRPr="00486AEE" w:rsidRDefault="00206420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6D3C5D" w:rsidRPr="0012300D" w:rsidRDefault="006D3C5D" w:rsidP="006D3C5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7D610C" w:rsidRPr="007D610C" w:rsidRDefault="007D610C" w:rsidP="003D370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</w:rPr>
      </w:pPr>
    </w:p>
    <w:sectPr w:rsidR="007D610C" w:rsidRPr="007D610C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1C4F50">
      <w:rPr>
        <w:rFonts w:ascii="Arial Narrow" w:hAnsi="Arial Narrow"/>
        <w:sz w:val="20"/>
        <w:lang w:val="de-DE"/>
      </w:rPr>
      <w:t>S</w:t>
    </w:r>
    <w:r w:rsidR="00B667CF">
      <w:rPr>
        <w:rFonts w:ascii="Arial Narrow" w:hAnsi="Arial Narrow"/>
        <w:sz w:val="20"/>
        <w:lang w:val="de-DE"/>
      </w:rPr>
      <w:t>S16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144E59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841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59F9"/>
    <w:rsid w:val="00052A2E"/>
    <w:rsid w:val="00061BF1"/>
    <w:rsid w:val="00062DB6"/>
    <w:rsid w:val="00063E3E"/>
    <w:rsid w:val="000755CE"/>
    <w:rsid w:val="00094624"/>
    <w:rsid w:val="000973A0"/>
    <w:rsid w:val="000A4FD2"/>
    <w:rsid w:val="000A5E0C"/>
    <w:rsid w:val="000A5FC4"/>
    <w:rsid w:val="000B2E2D"/>
    <w:rsid w:val="000B344C"/>
    <w:rsid w:val="000C1EB8"/>
    <w:rsid w:val="000C2A6E"/>
    <w:rsid w:val="000D2518"/>
    <w:rsid w:val="000D74D9"/>
    <w:rsid w:val="000E45C1"/>
    <w:rsid w:val="00103636"/>
    <w:rsid w:val="001147AE"/>
    <w:rsid w:val="0011608E"/>
    <w:rsid w:val="0012300D"/>
    <w:rsid w:val="00132174"/>
    <w:rsid w:val="001364FA"/>
    <w:rsid w:val="0014473D"/>
    <w:rsid w:val="00144E59"/>
    <w:rsid w:val="00144E86"/>
    <w:rsid w:val="00180C16"/>
    <w:rsid w:val="001A44B0"/>
    <w:rsid w:val="001C25E2"/>
    <w:rsid w:val="001C4F50"/>
    <w:rsid w:val="001C7E80"/>
    <w:rsid w:val="001D3317"/>
    <w:rsid w:val="001D4350"/>
    <w:rsid w:val="001D47FD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3EFC"/>
    <w:rsid w:val="00244264"/>
    <w:rsid w:val="00273332"/>
    <w:rsid w:val="00274830"/>
    <w:rsid w:val="00293711"/>
    <w:rsid w:val="002A108C"/>
    <w:rsid w:val="002A571F"/>
    <w:rsid w:val="002B1A01"/>
    <w:rsid w:val="002B238C"/>
    <w:rsid w:val="002D090B"/>
    <w:rsid w:val="002E7327"/>
    <w:rsid w:val="00304150"/>
    <w:rsid w:val="00310FD9"/>
    <w:rsid w:val="00312F4D"/>
    <w:rsid w:val="00321976"/>
    <w:rsid w:val="003339C0"/>
    <w:rsid w:val="0034237A"/>
    <w:rsid w:val="00355EC0"/>
    <w:rsid w:val="00357655"/>
    <w:rsid w:val="0036697F"/>
    <w:rsid w:val="003733CC"/>
    <w:rsid w:val="00374E59"/>
    <w:rsid w:val="003775B0"/>
    <w:rsid w:val="00385286"/>
    <w:rsid w:val="00396AA7"/>
    <w:rsid w:val="003A45F8"/>
    <w:rsid w:val="003B6176"/>
    <w:rsid w:val="003B669B"/>
    <w:rsid w:val="003D3703"/>
    <w:rsid w:val="003E66E6"/>
    <w:rsid w:val="00401F0F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62759"/>
    <w:rsid w:val="00486AEE"/>
    <w:rsid w:val="00487AF4"/>
    <w:rsid w:val="004B5625"/>
    <w:rsid w:val="004B5892"/>
    <w:rsid w:val="004D1F62"/>
    <w:rsid w:val="004D70BF"/>
    <w:rsid w:val="004F5365"/>
    <w:rsid w:val="00501683"/>
    <w:rsid w:val="00501BD9"/>
    <w:rsid w:val="00531881"/>
    <w:rsid w:val="00543129"/>
    <w:rsid w:val="005454D0"/>
    <w:rsid w:val="00564954"/>
    <w:rsid w:val="00577F83"/>
    <w:rsid w:val="00584798"/>
    <w:rsid w:val="005A5C7C"/>
    <w:rsid w:val="005B1C22"/>
    <w:rsid w:val="005C5AC9"/>
    <w:rsid w:val="005F45A2"/>
    <w:rsid w:val="00602994"/>
    <w:rsid w:val="00606F9B"/>
    <w:rsid w:val="006204D1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D3C5D"/>
    <w:rsid w:val="006F55D7"/>
    <w:rsid w:val="006F6C47"/>
    <w:rsid w:val="00713690"/>
    <w:rsid w:val="007173E9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570A"/>
    <w:rsid w:val="007D5A08"/>
    <w:rsid w:val="007D610C"/>
    <w:rsid w:val="007D7C7C"/>
    <w:rsid w:val="007E031D"/>
    <w:rsid w:val="007E39D5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76DBB"/>
    <w:rsid w:val="00883CB3"/>
    <w:rsid w:val="008840AD"/>
    <w:rsid w:val="008A70BF"/>
    <w:rsid w:val="008B511A"/>
    <w:rsid w:val="008C250E"/>
    <w:rsid w:val="008C59C6"/>
    <w:rsid w:val="008D16EC"/>
    <w:rsid w:val="008D2BDB"/>
    <w:rsid w:val="008F7364"/>
    <w:rsid w:val="009245A2"/>
    <w:rsid w:val="00927544"/>
    <w:rsid w:val="009301A0"/>
    <w:rsid w:val="00937828"/>
    <w:rsid w:val="00941F10"/>
    <w:rsid w:val="00950959"/>
    <w:rsid w:val="00965A65"/>
    <w:rsid w:val="009757B0"/>
    <w:rsid w:val="009857BD"/>
    <w:rsid w:val="009906B7"/>
    <w:rsid w:val="00990ACB"/>
    <w:rsid w:val="00991E60"/>
    <w:rsid w:val="00992594"/>
    <w:rsid w:val="009A166B"/>
    <w:rsid w:val="009A43CC"/>
    <w:rsid w:val="009B7B2F"/>
    <w:rsid w:val="009C1107"/>
    <w:rsid w:val="009C4F14"/>
    <w:rsid w:val="009D3E73"/>
    <w:rsid w:val="009E6CE4"/>
    <w:rsid w:val="009F4F2E"/>
    <w:rsid w:val="00A05515"/>
    <w:rsid w:val="00A448D9"/>
    <w:rsid w:val="00A44D35"/>
    <w:rsid w:val="00A87E62"/>
    <w:rsid w:val="00A904CA"/>
    <w:rsid w:val="00A9135B"/>
    <w:rsid w:val="00A94BC2"/>
    <w:rsid w:val="00AC70D8"/>
    <w:rsid w:val="00AD5B91"/>
    <w:rsid w:val="00AD7192"/>
    <w:rsid w:val="00AE6F61"/>
    <w:rsid w:val="00AE757F"/>
    <w:rsid w:val="00AF264D"/>
    <w:rsid w:val="00AF5737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A10A5"/>
    <w:rsid w:val="00BB416B"/>
    <w:rsid w:val="00BC622C"/>
    <w:rsid w:val="00BD4E8B"/>
    <w:rsid w:val="00BE1515"/>
    <w:rsid w:val="00BF0BB0"/>
    <w:rsid w:val="00BF4BF9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72CC"/>
    <w:rsid w:val="00C82C9C"/>
    <w:rsid w:val="00CA5DF7"/>
    <w:rsid w:val="00CB5BD5"/>
    <w:rsid w:val="00CD7327"/>
    <w:rsid w:val="00CE73AB"/>
    <w:rsid w:val="00CE7E97"/>
    <w:rsid w:val="00CF0EE6"/>
    <w:rsid w:val="00CF385F"/>
    <w:rsid w:val="00D24AA6"/>
    <w:rsid w:val="00D523B8"/>
    <w:rsid w:val="00D55BFE"/>
    <w:rsid w:val="00D6080D"/>
    <w:rsid w:val="00D62D7D"/>
    <w:rsid w:val="00D71333"/>
    <w:rsid w:val="00D803B9"/>
    <w:rsid w:val="00D84733"/>
    <w:rsid w:val="00D94C60"/>
    <w:rsid w:val="00DD1790"/>
    <w:rsid w:val="00DD6688"/>
    <w:rsid w:val="00DE1F6C"/>
    <w:rsid w:val="00E1673A"/>
    <w:rsid w:val="00E206F4"/>
    <w:rsid w:val="00E36789"/>
    <w:rsid w:val="00E52891"/>
    <w:rsid w:val="00E53C24"/>
    <w:rsid w:val="00E56E02"/>
    <w:rsid w:val="00E6138F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E423F"/>
    <w:rsid w:val="00F120F9"/>
    <w:rsid w:val="00F13563"/>
    <w:rsid w:val="00F15EEB"/>
    <w:rsid w:val="00F27098"/>
    <w:rsid w:val="00F60291"/>
    <w:rsid w:val="00F834DE"/>
    <w:rsid w:val="00F901A2"/>
    <w:rsid w:val="00F9390D"/>
    <w:rsid w:val="00FA5486"/>
    <w:rsid w:val="00FA59A9"/>
    <w:rsid w:val="00FD2F2E"/>
    <w:rsid w:val="00FE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8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49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Jonas Kramer</cp:lastModifiedBy>
  <cp:revision>20</cp:revision>
  <cp:lastPrinted>2016-01-20T11:58:00Z</cp:lastPrinted>
  <dcterms:created xsi:type="dcterms:W3CDTF">2016-01-14T21:27:00Z</dcterms:created>
  <dcterms:modified xsi:type="dcterms:W3CDTF">2016-03-30T12:05:00Z</dcterms:modified>
</cp:coreProperties>
</file>